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E87A16" w14:textId="77777777" w:rsidR="000719BB" w:rsidRDefault="000719BB" w:rsidP="006C2343">
      <w:pPr>
        <w:pStyle w:val="Titul2"/>
      </w:pPr>
    </w:p>
    <w:p w14:paraId="57A0634D" w14:textId="77777777" w:rsidR="00826B7B" w:rsidRDefault="00826B7B" w:rsidP="006C2343">
      <w:pPr>
        <w:pStyle w:val="Titul2"/>
      </w:pPr>
    </w:p>
    <w:p w14:paraId="3F0E5B7D" w14:textId="77777777" w:rsidR="000008ED" w:rsidRPr="000719BB" w:rsidRDefault="000008ED" w:rsidP="006C2343">
      <w:pPr>
        <w:pStyle w:val="Titul2"/>
      </w:pPr>
      <w:r>
        <w:t>Díl 4</w:t>
      </w:r>
    </w:p>
    <w:p w14:paraId="24D88E13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22CF2334" w14:textId="77777777" w:rsidR="00AD0C7B" w:rsidRDefault="00AD0C7B" w:rsidP="00AD0C7B">
      <w:pPr>
        <w:pStyle w:val="Titul2"/>
      </w:pPr>
    </w:p>
    <w:p w14:paraId="7F86537C" w14:textId="77777777" w:rsidR="000008ED" w:rsidRDefault="000008ED" w:rsidP="00AD0C7B">
      <w:pPr>
        <w:pStyle w:val="Titul2"/>
      </w:pPr>
      <w:r>
        <w:t>Část 1</w:t>
      </w:r>
    </w:p>
    <w:p w14:paraId="5F3DB4D4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5D4F21B9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2F46D6DB6D654E84A7EF01EE52961AF3"/>
        </w:placeholder>
        <w:text/>
      </w:sdtPr>
      <w:sdtEndPr>
        <w:rPr>
          <w:rStyle w:val="Nzevakce"/>
        </w:rPr>
      </w:sdtEndPr>
      <w:sdtContent>
        <w:p w14:paraId="3FCDA7F3" w14:textId="7FAE98F5" w:rsidR="00CF0EF4" w:rsidRDefault="00CB793C" w:rsidP="00CF0EF4">
          <w:pPr>
            <w:pStyle w:val="Tituldatum"/>
          </w:pPr>
          <w:r w:rsidRPr="00CB793C">
            <w:rPr>
              <w:rStyle w:val="Nzevakce"/>
            </w:rPr>
            <w:t>„Revitalizace trati Chlumec nad Cidlinou – Trutnov“, 0.etapa</w:t>
          </w:r>
        </w:p>
      </w:sdtContent>
    </w:sdt>
    <w:p w14:paraId="4FB0E4C7" w14:textId="77777777" w:rsidR="00826B7B" w:rsidRPr="006C2343" w:rsidRDefault="00826B7B" w:rsidP="006C2343">
      <w:pPr>
        <w:pStyle w:val="Titul2"/>
        <w:rPr>
          <w:highlight w:val="green"/>
        </w:rPr>
      </w:pPr>
    </w:p>
    <w:p w14:paraId="5045756B" w14:textId="77777777" w:rsidR="00826B7B" w:rsidRPr="006C2343" w:rsidRDefault="00826B7B" w:rsidP="006C2343">
      <w:pPr>
        <w:pStyle w:val="Titul2"/>
      </w:pPr>
    </w:p>
    <w:p w14:paraId="13B65C85" w14:textId="77777777" w:rsidR="000008ED" w:rsidRDefault="000008ED" w:rsidP="006C2343">
      <w:pPr>
        <w:pStyle w:val="Tituldatum"/>
      </w:pPr>
    </w:p>
    <w:p w14:paraId="56081B34" w14:textId="77777777" w:rsidR="00C90F19" w:rsidRDefault="00C90F19" w:rsidP="006C2343">
      <w:pPr>
        <w:pStyle w:val="Tituldatum"/>
      </w:pPr>
    </w:p>
    <w:p w14:paraId="10087F46" w14:textId="03CCD35F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352F27" w:rsidRPr="00CB793C">
        <w:t>1</w:t>
      </w:r>
      <w:r w:rsidR="002B2EBF">
        <w:t>8</w:t>
      </w:r>
      <w:r w:rsidRPr="00CB793C">
        <w:t xml:space="preserve">. </w:t>
      </w:r>
      <w:r w:rsidR="002B2EBF">
        <w:t>12</w:t>
      </w:r>
      <w:r w:rsidRPr="00CB793C">
        <w:t>. 20</w:t>
      </w:r>
      <w:r w:rsidR="00A616BE" w:rsidRPr="00CB793C">
        <w:t>2</w:t>
      </w:r>
      <w:r w:rsidR="00352F27" w:rsidRPr="00CB793C">
        <w:t>3</w:t>
      </w:r>
      <w:r w:rsidR="000008ED">
        <w:t xml:space="preserve"> </w:t>
      </w:r>
    </w:p>
    <w:p w14:paraId="31074AB1" w14:textId="77777777" w:rsidR="00826B7B" w:rsidRDefault="00826B7B">
      <w:r>
        <w:br w:type="page"/>
      </w:r>
      <w:bookmarkStart w:id="0" w:name="_GoBack"/>
      <w:bookmarkEnd w:id="0"/>
    </w:p>
    <w:p w14:paraId="74C75D26" w14:textId="77777777"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14:paraId="0FFBF11A" w14:textId="7F30033D" w:rsidR="002B2EBF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53783846" w:history="1">
        <w:r w:rsidR="002B2EBF" w:rsidRPr="00660AA7">
          <w:rPr>
            <w:rStyle w:val="Hypertextovodkaz"/>
          </w:rPr>
          <w:t>SEZNAM ZKRATEK</w:t>
        </w:r>
        <w:r w:rsidR="002B2EBF">
          <w:rPr>
            <w:noProof/>
            <w:webHidden/>
          </w:rPr>
          <w:tab/>
        </w:r>
        <w:r w:rsidR="002B2EBF">
          <w:rPr>
            <w:noProof/>
            <w:webHidden/>
          </w:rPr>
          <w:fldChar w:fldCharType="begin"/>
        </w:r>
        <w:r w:rsidR="002B2EBF">
          <w:rPr>
            <w:noProof/>
            <w:webHidden/>
          </w:rPr>
          <w:instrText xml:space="preserve"> PAGEREF _Toc153783846 \h </w:instrText>
        </w:r>
        <w:r w:rsidR="002B2EBF">
          <w:rPr>
            <w:noProof/>
            <w:webHidden/>
          </w:rPr>
        </w:r>
        <w:r w:rsidR="002B2EBF">
          <w:rPr>
            <w:noProof/>
            <w:webHidden/>
          </w:rPr>
          <w:fldChar w:fldCharType="separate"/>
        </w:r>
        <w:r w:rsidR="002B2EBF">
          <w:rPr>
            <w:noProof/>
            <w:webHidden/>
          </w:rPr>
          <w:t>2</w:t>
        </w:r>
        <w:r w:rsidR="002B2EBF">
          <w:rPr>
            <w:noProof/>
            <w:webHidden/>
          </w:rPr>
          <w:fldChar w:fldCharType="end"/>
        </w:r>
      </w:hyperlink>
    </w:p>
    <w:p w14:paraId="4F5D3009" w14:textId="4DA816D8" w:rsidR="002B2EBF" w:rsidRDefault="002B2EB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53783847" w:history="1">
        <w:r w:rsidRPr="00660AA7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660AA7">
          <w:rPr>
            <w:rStyle w:val="Hypertextovodkaz"/>
          </w:rPr>
          <w:t>POJMY A DEFINICE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_Toc153783847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508AEF2" w14:textId="0DE07E7A" w:rsidR="002B2EBF" w:rsidRDefault="002B2EB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53783848" w:history="1">
        <w:r w:rsidRPr="00660AA7">
          <w:rPr>
            <w:rStyle w:val="Hypertextovodkaz"/>
            <w:rFonts w:asciiTheme="majorHAnsi" w:hAnsiTheme="majorHAnsi"/>
          </w:rPr>
          <w:t>1.2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660AA7">
          <w:rPr>
            <w:rStyle w:val="Hypertextovodkaz"/>
          </w:rPr>
          <w:t>Soupis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_Toc153783848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92C6668" w14:textId="5A844D20" w:rsidR="002B2EBF" w:rsidRDefault="002B2EB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53783849" w:history="1">
        <w:r w:rsidRPr="00660AA7">
          <w:rPr>
            <w:rStyle w:val="Hypertextovodkaz"/>
            <w:rFonts w:asciiTheme="majorHAnsi" w:hAnsiTheme="majorHAnsi"/>
          </w:rPr>
          <w:t>1.3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660AA7">
          <w:rPr>
            <w:rStyle w:val="Hypertextovodkaz"/>
          </w:rPr>
          <w:t>Cenová soustava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_Toc153783849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761A495" w14:textId="15758F98" w:rsidR="002B2EBF" w:rsidRDefault="002B2EB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53783850" w:history="1">
        <w:r w:rsidRPr="00660AA7">
          <w:rPr>
            <w:rStyle w:val="Hypertextovodkaz"/>
            <w:rFonts w:asciiTheme="majorHAnsi" w:hAnsiTheme="majorHAnsi"/>
          </w:rPr>
          <w:t>1.4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660AA7">
          <w:rPr>
            <w:rStyle w:val="Hypertextovodkaz"/>
          </w:rPr>
          <w:t>Měrné jednotky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_Toc153783850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7F3CB43" w14:textId="7AF852A1" w:rsidR="002B2EBF" w:rsidRDefault="002B2EB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53783851" w:history="1">
        <w:r w:rsidRPr="00660AA7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660AA7">
          <w:rPr>
            <w:rStyle w:val="Hypertextovodkaz"/>
          </w:rPr>
          <w:t>ZÁKLADNÍ PRAVIDLA PRO OCEŇOVÁNÍ SOUPISU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_Toc153783851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EC988BB" w14:textId="35F1536C" w:rsidR="002B2EBF" w:rsidRDefault="002B2EB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53783852" w:history="1">
        <w:r w:rsidRPr="00660AA7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660AA7">
          <w:rPr>
            <w:rStyle w:val="Hypertextovodkaz"/>
          </w:rPr>
          <w:t>MĚŘENÍ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_Toc153783852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48F3B09" w14:textId="3F55A4E1" w:rsidR="002B2EBF" w:rsidRDefault="002B2EB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53783853" w:history="1">
        <w:r w:rsidRPr="00660AA7">
          <w:rPr>
            <w:rStyle w:val="Hypertextovodkaz"/>
          </w:rPr>
          <w:t>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660AA7">
          <w:rPr>
            <w:rStyle w:val="Hypertextovodkaz"/>
          </w:rPr>
          <w:t>SROVNATELNÉ VÝROBKY, ALTERNATIVY MATERIÁLŮ A PROVEDENÍ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_Toc153783853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6B94872" w14:textId="2AE0DFF1" w:rsidR="00AD0C7B" w:rsidRDefault="00BD7E91" w:rsidP="008D03B9">
      <w:r>
        <w:fldChar w:fldCharType="end"/>
      </w:r>
    </w:p>
    <w:p w14:paraId="3D1D4483" w14:textId="77777777" w:rsidR="000008ED" w:rsidRDefault="000008ED" w:rsidP="008D03B9"/>
    <w:p w14:paraId="26DA1C40" w14:textId="77777777" w:rsidR="000008ED" w:rsidRDefault="000008ED" w:rsidP="008D03B9"/>
    <w:p w14:paraId="187A81BE" w14:textId="77777777" w:rsidR="000008ED" w:rsidRDefault="000008ED" w:rsidP="008D03B9"/>
    <w:p w14:paraId="2ED01C3C" w14:textId="77777777" w:rsidR="000008ED" w:rsidRDefault="000008ED" w:rsidP="008D03B9"/>
    <w:p w14:paraId="00D7E4D8" w14:textId="77777777" w:rsidR="00AD0C7B" w:rsidRDefault="00AD0C7B" w:rsidP="00240E69">
      <w:pPr>
        <w:pStyle w:val="Nadpisbezsl1-1"/>
        <w:outlineLvl w:val="0"/>
      </w:pPr>
      <w:bookmarkStart w:id="1" w:name="_Toc153783846"/>
      <w:r>
        <w:t>SEZNAM ZKRATEK</w:t>
      </w:r>
      <w:bookmarkEnd w:id="1"/>
      <w:r w:rsidR="0076790E">
        <w:t xml:space="preserve"> </w:t>
      </w:r>
    </w:p>
    <w:p w14:paraId="7572EB09" w14:textId="77777777"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14:paraId="54AFBDCB" w14:textId="77777777"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14:paraId="3DFB4FAC" w14:textId="77777777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510EDFC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586C333" w14:textId="77777777" w:rsidR="005E07BA" w:rsidRPr="006115D3" w:rsidRDefault="005E07BA" w:rsidP="00BB32B7">
            <w:pPr>
              <w:pStyle w:val="Zkratky2"/>
            </w:pPr>
            <w:r w:rsidRPr="006115D3">
              <w:t>České dráhy, a.s.</w:t>
            </w:r>
          </w:p>
        </w:tc>
      </w:tr>
      <w:tr w:rsidR="005E07BA" w:rsidRPr="00AD0C7B" w14:paraId="3099871A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D2C52A6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86B89FD" w14:textId="77777777"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14:paraId="29B402E4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E0C245" w14:textId="77777777" w:rsidR="00BB32B7" w:rsidRPr="00AD0C7B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5899208" w14:textId="77777777" w:rsidR="00BB32B7" w:rsidRPr="006115D3" w:rsidRDefault="00BB32B7" w:rsidP="00253FF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14:paraId="21E4DF9A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9DFB154" w14:textId="77777777" w:rsidR="00BB32B7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5A2CED1" w14:textId="77777777" w:rsidR="00BB32B7" w:rsidRPr="006115D3" w:rsidRDefault="00BB32B7" w:rsidP="00253FF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14:paraId="2DA487F8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462C8D8" w14:textId="77777777" w:rsidR="005E07BA" w:rsidRPr="00AD0C7B" w:rsidRDefault="00D01996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CC0059F" w14:textId="77777777"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14:paraId="6A7D2DF4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C00FB74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CBB5A1E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4D2AC27B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F58C99F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C3BCCC0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09B91A3F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C73D5B3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DA3F40" w14:textId="77777777" w:rsidR="005E07BA" w:rsidRPr="006115D3" w:rsidRDefault="005E07BA" w:rsidP="00BC06B4">
            <w:pPr>
              <w:pStyle w:val="Zkratky2"/>
            </w:pPr>
          </w:p>
        </w:tc>
      </w:tr>
    </w:tbl>
    <w:p w14:paraId="1D30ABDF" w14:textId="77777777" w:rsidR="00041EC8" w:rsidRDefault="00041EC8" w:rsidP="00AD0C7B"/>
    <w:p w14:paraId="44C317D6" w14:textId="77777777" w:rsidR="00826B7B" w:rsidRDefault="00826B7B" w:rsidP="008D03B9"/>
    <w:p w14:paraId="0B7648D5" w14:textId="77777777" w:rsidR="00826B7B" w:rsidRDefault="00826B7B">
      <w:r>
        <w:br w:type="page"/>
      </w:r>
    </w:p>
    <w:p w14:paraId="53D4CFEC" w14:textId="77777777" w:rsidR="005E07BA" w:rsidRDefault="005E07BA" w:rsidP="003368B2">
      <w:pPr>
        <w:pStyle w:val="Nadpis2-1"/>
      </w:pPr>
      <w:bookmarkStart w:id="2" w:name="_Toc389559699"/>
      <w:bookmarkStart w:id="3" w:name="_Toc397429847"/>
      <w:bookmarkStart w:id="4" w:name="_Ref433028040"/>
      <w:bookmarkStart w:id="5" w:name="_Toc1048197"/>
      <w:bookmarkStart w:id="6" w:name="_Toc153783847"/>
      <w:r>
        <w:lastRenderedPageBreak/>
        <w:t xml:space="preserve">POJMY A </w:t>
      </w:r>
      <w:r w:rsidRPr="005E07BA">
        <w:t>DEFINICE</w:t>
      </w:r>
      <w:bookmarkEnd w:id="6"/>
    </w:p>
    <w:p w14:paraId="26396195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14:paraId="02616A99" w14:textId="77777777" w:rsidR="005E07BA" w:rsidRDefault="005E07BA" w:rsidP="005E07BA">
      <w:pPr>
        <w:pStyle w:val="Nadpis2-2"/>
      </w:pPr>
      <w:bookmarkStart w:id="7" w:name="_Toc153783848"/>
      <w:r>
        <w:t>Soupis prací</w:t>
      </w:r>
      <w:bookmarkEnd w:id="7"/>
      <w:r>
        <w:t xml:space="preserve"> </w:t>
      </w:r>
    </w:p>
    <w:p w14:paraId="6E431E69" w14:textId="77777777"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>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14:paraId="1FF29025" w14:textId="77777777" w:rsidR="005E07BA" w:rsidRDefault="005E07BA" w:rsidP="005E07BA">
      <w:pPr>
        <w:pStyle w:val="Nadpis2-2"/>
      </w:pPr>
      <w:bookmarkStart w:id="8" w:name="_Toc153783849"/>
      <w:r>
        <w:t>Cenová soustava</w:t>
      </w:r>
      <w:bookmarkEnd w:id="8"/>
    </w:p>
    <w:p w14:paraId="37909882" w14:textId="77777777"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soustava - Oborový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14:paraId="41378E7D" w14:textId="77777777" w:rsidR="005E07BA" w:rsidRDefault="005E07BA" w:rsidP="005E07BA">
      <w:pPr>
        <w:pStyle w:val="Nadpis2-2"/>
      </w:pPr>
      <w:bookmarkStart w:id="9" w:name="_Toc153783850"/>
      <w:r>
        <w:t>Měrné jednotky</w:t>
      </w:r>
      <w:bookmarkEnd w:id="9"/>
    </w:p>
    <w:p w14:paraId="0B623465" w14:textId="77777777"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14:paraId="5180B825" w14:textId="77777777" w:rsidR="005E07BA" w:rsidRDefault="005E07BA" w:rsidP="005E07BA">
      <w:pPr>
        <w:pStyle w:val="Nadpis2-1"/>
      </w:pPr>
      <w:bookmarkStart w:id="10" w:name="_Toc153783851"/>
      <w:r>
        <w:t>ZÁKLADNÍ PRAVIDLA PRO OCEŇOVÁNÍ SOUPISU PRACÍ</w:t>
      </w:r>
      <w:bookmarkEnd w:id="10"/>
    </w:p>
    <w:p w14:paraId="522538C9" w14:textId="77777777"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14:paraId="1B8700F8" w14:textId="77777777" w:rsidR="005E07BA" w:rsidRDefault="005E07BA" w:rsidP="005E07BA">
      <w:pPr>
        <w:pStyle w:val="Text2-1"/>
      </w:pPr>
      <w:r>
        <w:t>Položky soupisu prací obsahují pole:</w:t>
      </w:r>
    </w:p>
    <w:p w14:paraId="253CE1EB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2BB3B436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28154C2B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5417CB36" w14:textId="77777777"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2FDBBC4C" w14:textId="77777777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14:paraId="1BD375BF" w14:textId="77777777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14:paraId="1A58D477" w14:textId="77777777"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5CDB95EC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14:paraId="6F135D84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54F7888A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373DEC14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5D967BDA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711A4A10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14:paraId="189828EC" w14:textId="77777777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14:paraId="2066A8CC" w14:textId="77777777"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na: </w:t>
      </w:r>
    </w:p>
    <w:p w14:paraId="1D666364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7BFFBF87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1D6393D5" w14:textId="77777777" w:rsidR="005E07BA" w:rsidRDefault="005E07BA" w:rsidP="005E07BA">
      <w:pPr>
        <w:pStyle w:val="Odrka1-2-"/>
      </w:pPr>
      <w:r>
        <w:t>náklady na veškerá pojištění;</w:t>
      </w:r>
    </w:p>
    <w:p w14:paraId="102B1A8A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60A5D089" w14:textId="77777777"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14:paraId="543DFEA5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695EE8D7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79176555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119756EE" w14:textId="77777777"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14:paraId="75EEB569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61B26BE3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14E1CF4A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35DA0BF8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090A0AE1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61500EC9" w14:textId="77777777"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575425EF" w14:textId="77777777"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14:paraId="524037C3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04A809F0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14:paraId="3D91E459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01A7C5DD" w14:textId="35F29E2D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</w:t>
      </w:r>
      <w:r w:rsidR="00CB793C">
        <w:t>.</w:t>
      </w:r>
    </w:p>
    <w:p w14:paraId="1C5E6B4E" w14:textId="77777777"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14:paraId="6D4755C4" w14:textId="77777777"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14:paraId="64B24204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259B74C9" w14:textId="77777777" w:rsidR="005E07BA" w:rsidRDefault="005E07BA" w:rsidP="005E07BA">
      <w:pPr>
        <w:pStyle w:val="Odrka1-2-"/>
      </w:pPr>
      <w:r>
        <w:t>geodetickou a koordinační činnost,</w:t>
      </w:r>
    </w:p>
    <w:p w14:paraId="57DC1AFC" w14:textId="77777777" w:rsidR="005E07BA" w:rsidRDefault="005E07BA" w:rsidP="005E07BA">
      <w:pPr>
        <w:pStyle w:val="Odrka1-2-"/>
      </w:pPr>
      <w:r>
        <w:t>veškeré zkoušky a revize.</w:t>
      </w:r>
    </w:p>
    <w:p w14:paraId="320418D4" w14:textId="77777777"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14:paraId="4AE5D6D4" w14:textId="77777777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14:paraId="6E6F5A14" w14:textId="5662AFD9" w:rsidR="005E07BA" w:rsidRPr="00CB793C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="000B48A8" w:rsidRPr="00CB793C">
        <w:t>Objednatele</w:t>
      </w:r>
      <w:r w:rsidRPr="00CB793C">
        <w:t>.</w:t>
      </w:r>
    </w:p>
    <w:p w14:paraId="40DFB404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14:paraId="51616C3F" w14:textId="77777777" w:rsidR="006D17F7" w:rsidRPr="00CB793C" w:rsidRDefault="00C952B9" w:rsidP="00F2372B">
      <w:pPr>
        <w:pStyle w:val="Text2-1"/>
        <w:rPr>
          <w:b/>
        </w:rPr>
      </w:pPr>
      <w:r w:rsidRPr="00CB793C">
        <w:rPr>
          <w:b/>
        </w:rPr>
        <w:t xml:space="preserve">Výjimkou z předchozího odstavce jsou </w:t>
      </w:r>
      <w:r w:rsidR="001D2123" w:rsidRPr="00CB793C">
        <w:rPr>
          <w:b/>
        </w:rPr>
        <w:t xml:space="preserve">jednotlivé </w:t>
      </w:r>
      <w:r w:rsidR="0015369F" w:rsidRPr="00CB793C">
        <w:rPr>
          <w:b/>
        </w:rPr>
        <w:t>„</w:t>
      </w:r>
      <w:r w:rsidR="001D2123" w:rsidRPr="00CB793C">
        <w:rPr>
          <w:b/>
        </w:rPr>
        <w:t>E</w:t>
      </w:r>
      <w:r w:rsidR="0015369F" w:rsidRPr="00CB793C">
        <w:rPr>
          <w:b/>
        </w:rPr>
        <w:t>videnční položky“</w:t>
      </w:r>
      <w:r w:rsidR="001D2123" w:rsidRPr="00CB793C">
        <w:rPr>
          <w:b/>
        </w:rPr>
        <w:t xml:space="preserve"> odpadů </w:t>
      </w:r>
      <w:r w:rsidR="00222434" w:rsidRPr="00CB793C">
        <w:rPr>
          <w:b/>
        </w:rPr>
        <w:t xml:space="preserve">označené Variantou </w:t>
      </w:r>
      <w:r w:rsidR="0015369F" w:rsidRPr="00CB793C">
        <w:rPr>
          <w:b/>
        </w:rPr>
        <w:t>„</w:t>
      </w:r>
      <w:r w:rsidR="00222434" w:rsidRPr="00CB793C">
        <w:rPr>
          <w:b/>
        </w:rPr>
        <w:t>901</w:t>
      </w:r>
      <w:r w:rsidR="0015369F" w:rsidRPr="00CB793C">
        <w:rPr>
          <w:b/>
        </w:rPr>
        <w:t>“</w:t>
      </w:r>
      <w:r w:rsidR="00222434" w:rsidRPr="00CB793C">
        <w:rPr>
          <w:b/>
        </w:rPr>
        <w:t xml:space="preserve"> až </w:t>
      </w:r>
      <w:r w:rsidR="0015369F" w:rsidRPr="00CB793C">
        <w:rPr>
          <w:b/>
        </w:rPr>
        <w:t>„</w:t>
      </w:r>
      <w:r w:rsidR="00222434" w:rsidRPr="00CB793C">
        <w:rPr>
          <w:b/>
        </w:rPr>
        <w:t>999</w:t>
      </w:r>
      <w:r w:rsidR="0015369F" w:rsidRPr="00CB793C">
        <w:rPr>
          <w:b/>
        </w:rPr>
        <w:t>“</w:t>
      </w:r>
      <w:r w:rsidR="001D2123" w:rsidRPr="00CB793C">
        <w:rPr>
          <w:b/>
        </w:rPr>
        <w:t xml:space="preserve">, které jsou součástí </w:t>
      </w:r>
      <w:r w:rsidRPr="00CB793C">
        <w:rPr>
          <w:b/>
        </w:rPr>
        <w:t xml:space="preserve">jednotlivých SO/PS, </w:t>
      </w:r>
      <w:r w:rsidR="001D2123" w:rsidRPr="00CB793C">
        <w:rPr>
          <w:b/>
        </w:rPr>
        <w:lastRenderedPageBreak/>
        <w:t>a</w:t>
      </w:r>
      <w:r w:rsidR="009E2461" w:rsidRPr="00CB793C">
        <w:rPr>
          <w:b/>
        </w:rPr>
        <w:t> </w:t>
      </w:r>
      <w:r w:rsidR="00640764" w:rsidRPr="00CB793C">
        <w:rPr>
          <w:b/>
        </w:rPr>
        <w:t xml:space="preserve">které </w:t>
      </w:r>
      <w:r w:rsidR="001D2123" w:rsidRPr="00CB793C">
        <w:rPr>
          <w:b/>
        </w:rPr>
        <w:t>nebudou</w:t>
      </w:r>
      <w:r w:rsidR="00222434" w:rsidRPr="00CB793C">
        <w:rPr>
          <w:b/>
        </w:rPr>
        <w:t xml:space="preserve"> </w:t>
      </w:r>
      <w:r w:rsidR="00640764" w:rsidRPr="00CB793C">
        <w:rPr>
          <w:b/>
        </w:rPr>
        <w:t xml:space="preserve">v jednotlivých SO/PS uchazečem </w:t>
      </w:r>
      <w:r w:rsidR="00222434" w:rsidRPr="00CB793C">
        <w:rPr>
          <w:b/>
        </w:rPr>
        <w:t>oceň</w:t>
      </w:r>
      <w:r w:rsidR="00BE6548" w:rsidRPr="00CB793C">
        <w:rPr>
          <w:b/>
        </w:rPr>
        <w:t>o</w:t>
      </w:r>
      <w:r w:rsidR="001D2123" w:rsidRPr="00CB793C">
        <w:rPr>
          <w:b/>
        </w:rPr>
        <w:t>vány</w:t>
      </w:r>
      <w:r w:rsidR="0015369F" w:rsidRPr="00CB793C">
        <w:rPr>
          <w:b/>
        </w:rPr>
        <w:t>. U</w:t>
      </w:r>
      <w:r w:rsidR="006D17F7" w:rsidRPr="00CB793C">
        <w:rPr>
          <w:b/>
        </w:rPr>
        <w:t xml:space="preserve">chazeč provede ocenění </w:t>
      </w:r>
      <w:r w:rsidR="00BE6548" w:rsidRPr="00CB793C">
        <w:rPr>
          <w:b/>
        </w:rPr>
        <w:t>těchto položek pouze</w:t>
      </w:r>
      <w:r w:rsidR="006D17F7" w:rsidRPr="00CB793C">
        <w:rPr>
          <w:b/>
        </w:rPr>
        <w:t xml:space="preserve"> v</w:t>
      </w:r>
      <w:r w:rsidR="00BE6548" w:rsidRPr="00CB793C">
        <w:rPr>
          <w:b/>
        </w:rPr>
        <w:t> </w:t>
      </w:r>
      <w:r w:rsidR="006D17F7" w:rsidRPr="00CB793C">
        <w:rPr>
          <w:b/>
        </w:rPr>
        <w:t>souhrn</w:t>
      </w:r>
      <w:r w:rsidR="00BE6548" w:rsidRPr="00CB793C">
        <w:rPr>
          <w:b/>
        </w:rPr>
        <w:t xml:space="preserve">ném objektu </w:t>
      </w:r>
      <w:r w:rsidR="006D17F7" w:rsidRPr="00CB793C">
        <w:rPr>
          <w:b/>
        </w:rPr>
        <w:t xml:space="preserve">odpadů </w:t>
      </w:r>
      <w:r w:rsidR="009E2461" w:rsidRPr="00CB793C">
        <w:rPr>
          <w:b/>
        </w:rPr>
        <w:t>„</w:t>
      </w:r>
      <w:r w:rsidR="006D17F7" w:rsidRPr="00CB793C">
        <w:rPr>
          <w:b/>
        </w:rPr>
        <w:t>SO</w:t>
      </w:r>
      <w:r w:rsidR="00753492" w:rsidRPr="00CB793C">
        <w:rPr>
          <w:b/>
        </w:rPr>
        <w:t> </w:t>
      </w:r>
      <w:r w:rsidR="006D17F7" w:rsidRPr="00CB793C">
        <w:rPr>
          <w:b/>
        </w:rPr>
        <w:t>90</w:t>
      </w:r>
      <w:r w:rsidR="00753492" w:rsidRPr="00CB793C">
        <w:rPr>
          <w:b/>
        </w:rPr>
        <w:noBreakHyphen/>
      </w:r>
      <w:r w:rsidR="006D17F7" w:rsidRPr="00CB793C">
        <w:rPr>
          <w:b/>
        </w:rPr>
        <w:t>90</w:t>
      </w:r>
      <w:r w:rsidR="00BE6548" w:rsidRPr="00CB793C">
        <w:rPr>
          <w:b/>
        </w:rPr>
        <w:t xml:space="preserve"> </w:t>
      </w:r>
      <w:r w:rsidR="009E2461" w:rsidRPr="00CB793C">
        <w:rPr>
          <w:b/>
        </w:rPr>
        <w:t>Likvidace odpadů včetně dopravy“</w:t>
      </w:r>
      <w:r w:rsidR="006D17F7" w:rsidRPr="00CB793C">
        <w:rPr>
          <w:b/>
        </w:rPr>
        <w:t xml:space="preserve">. </w:t>
      </w:r>
      <w:r w:rsidR="00640764" w:rsidRPr="00CB793C">
        <w:t>V</w:t>
      </w:r>
      <w:r w:rsidR="009E2461" w:rsidRPr="00CB793C">
        <w:t> </w:t>
      </w:r>
      <w:r w:rsidR="006D17F7" w:rsidRPr="00CB793C">
        <w:t xml:space="preserve">SO 90-90 </w:t>
      </w:r>
      <w:r w:rsidR="009E2461" w:rsidRPr="00CB793C">
        <w:t xml:space="preserve">Likvidace odpadů včetně dopravy </w:t>
      </w:r>
      <w:r w:rsidR="00640764" w:rsidRPr="00CB793C">
        <w:t xml:space="preserve">jsou souhrnně </w:t>
      </w:r>
      <w:r w:rsidR="00E923CB" w:rsidRPr="00CB793C">
        <w:t xml:space="preserve">uvedeny </w:t>
      </w:r>
      <w:r w:rsidR="00640764" w:rsidRPr="00CB793C">
        <w:t xml:space="preserve">všechny </w:t>
      </w:r>
      <w:r w:rsidR="00E923CB" w:rsidRPr="00CB793C">
        <w:t xml:space="preserve">položky </w:t>
      </w:r>
      <w:r w:rsidR="00640764" w:rsidRPr="00CB793C">
        <w:t>odpad</w:t>
      </w:r>
      <w:r w:rsidR="00E923CB" w:rsidRPr="00CB793C">
        <w:t>ů</w:t>
      </w:r>
      <w:r w:rsidR="00640764" w:rsidRPr="00CB793C">
        <w:t xml:space="preserve"> </w:t>
      </w:r>
      <w:r w:rsidR="00E923CB" w:rsidRPr="00CB793C">
        <w:t xml:space="preserve">uvedené v jednotlivých SO/PS </w:t>
      </w:r>
      <w:r w:rsidR="00D12D42" w:rsidRPr="00CB793C">
        <w:t xml:space="preserve">za </w:t>
      </w:r>
      <w:r w:rsidR="0015369F" w:rsidRPr="00CB793C">
        <w:t>cel</w:t>
      </w:r>
      <w:r w:rsidR="00D12D42" w:rsidRPr="00CB793C">
        <w:t xml:space="preserve">ou </w:t>
      </w:r>
      <w:r w:rsidR="00E923CB" w:rsidRPr="00CB793C">
        <w:t>stavb</w:t>
      </w:r>
      <w:r w:rsidR="00D12D42" w:rsidRPr="00CB793C">
        <w:t>u</w:t>
      </w:r>
      <w:r w:rsidR="00753492" w:rsidRPr="00CB793C">
        <w:t xml:space="preserve"> (ocenění těchto položek v jednotlivých SO/PS povede k duplicitnímu ocenění</w:t>
      </w:r>
      <w:r w:rsidR="000F034C" w:rsidRPr="00CB793C">
        <w:t>!</w:t>
      </w:r>
      <w:r w:rsidR="00753492" w:rsidRPr="00CB793C">
        <w:t>)</w:t>
      </w:r>
      <w:r w:rsidR="00E923CB" w:rsidRPr="00CB793C">
        <w:t>.</w:t>
      </w:r>
    </w:p>
    <w:p w14:paraId="218283BB" w14:textId="2277973F"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proofErr w:type="spellStart"/>
      <w:r>
        <w:t>xls</w:t>
      </w:r>
      <w:proofErr w:type="spellEnd"/>
      <w:r>
        <w:t xml:space="preserve"> a *.</w:t>
      </w:r>
      <w:proofErr w:type="spellStart"/>
      <w:r>
        <w:t>xml</w:t>
      </w:r>
      <w:proofErr w:type="spellEnd"/>
      <w:r>
        <w:t xml:space="preserve"> (struktura dat dle datového předpisu </w:t>
      </w:r>
      <w:r w:rsidRPr="00CB793C">
        <w:t>XC4).</w:t>
      </w:r>
    </w:p>
    <w:p w14:paraId="6E8D1B49" w14:textId="77777777" w:rsidR="005E07BA" w:rsidRDefault="005E07BA" w:rsidP="005E07BA">
      <w:pPr>
        <w:pStyle w:val="Nadpis2-1"/>
      </w:pPr>
      <w:bookmarkStart w:id="11" w:name="_Toc153783852"/>
      <w:r>
        <w:t>MĚŘENÍ</w:t>
      </w:r>
      <w:bookmarkEnd w:id="11"/>
    </w:p>
    <w:p w14:paraId="365CA520" w14:textId="77777777"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14:paraId="3A94D2F1" w14:textId="77777777" w:rsidR="00A92244" w:rsidRPr="00CB793C" w:rsidRDefault="00A92244" w:rsidP="008854E2">
      <w:pPr>
        <w:pStyle w:val="Text2-1"/>
      </w:pPr>
      <w:r w:rsidRPr="00CB793C">
        <w:rPr>
          <w:b/>
        </w:rPr>
        <w:t xml:space="preserve">Objednatel zařazuje nad rámec již označených položek v Soupisu prací u skupin položek č. 1227, 1228, 1229, 1237, 1238, 1239, 1257, 1258, 1259, 1284 a 1289 (OTSKP) do Kategorie 1 </w:t>
      </w:r>
      <w:r w:rsidRPr="00CB793C">
        <w:t xml:space="preserve">(kategorie skupiny měření dle Metodiky měření pro účely článku 12 Červené knihy FIDIC, 1. vydání, 05/2019 – schváleno MD dne 7. 5. 2019, </w:t>
      </w:r>
      <w:hyperlink r:id="rId11" w:history="1">
        <w:r w:rsidRPr="00CB793C">
          <w:rPr>
            <w:noProof/>
            <w:color w:val="0563C1" w:themeColor="hyperlink"/>
            <w:u w:val="single"/>
          </w:rPr>
          <w:t>https://www.sfdi.cz/soubory/obrazky-clanky/metodiky/2019_5_metodika_mereni.pdf</w:t>
        </w:r>
      </w:hyperlink>
      <w:r w:rsidRPr="00CB793C">
        <w:t>). Tzn., že se u těchto položek měření skutečně provedených prací provádí geodetickou metodou dle výše uvedené Metodiky. Zhotovitel si u uvedených položek zahrne cenu měření do jednotkové ceny.</w:t>
      </w:r>
    </w:p>
    <w:p w14:paraId="7A6D4A3A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4DC59BBD" w14:textId="77777777" w:rsidR="005E07BA" w:rsidRDefault="005E07BA" w:rsidP="001D1F8C">
      <w:pPr>
        <w:pStyle w:val="Nadpis2-1"/>
      </w:pPr>
      <w:bookmarkStart w:id="12" w:name="_Toc153783853"/>
      <w:r>
        <w:t>SROVNATELNÉ V</w:t>
      </w:r>
      <w:r w:rsidR="00277875">
        <w:t>ÝROBKY, ALTERNATIVY MATERIÁLŮ A </w:t>
      </w:r>
      <w:r>
        <w:t>PROVEDENÍ</w:t>
      </w:r>
      <w:bookmarkEnd w:id="12"/>
    </w:p>
    <w:p w14:paraId="30F4877D" w14:textId="77777777"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14:paraId="2FFE9A7B" w14:textId="2BC133B9"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="00906F80" w:rsidRPr="00CB793C">
        <w:t>Objednatelem</w:t>
      </w:r>
      <w:r>
        <w:t xml:space="preserve">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A28124" w14:textId="77777777" w:rsidR="00BC7CD7" w:rsidRDefault="00BC7CD7" w:rsidP="00962258">
      <w:pPr>
        <w:spacing w:after="0" w:line="240" w:lineRule="auto"/>
      </w:pPr>
      <w:r>
        <w:separator/>
      </w:r>
    </w:p>
  </w:endnote>
  <w:endnote w:type="continuationSeparator" w:id="0">
    <w:p w14:paraId="76D36F52" w14:textId="77777777" w:rsidR="00BC7CD7" w:rsidRDefault="00BC7CD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13D41160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0B38304B" w14:textId="77777777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05A16A64" w14:textId="7092563A" w:rsidR="00CF0EF4" w:rsidRPr="003462EB" w:rsidRDefault="002B2EBF" w:rsidP="00C87634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2B2EBF">
            <w:rPr>
              <w:b/>
              <w:bCs/>
              <w:noProof/>
            </w:rPr>
            <w:t xml:space="preserve">„Revitalizace trati </w:t>
          </w:r>
          <w:r>
            <w:rPr>
              <w:noProof/>
            </w:rPr>
            <w:t>Chlumec nad Cidlinou – Trutnov“, 0.etapa</w:t>
          </w:r>
          <w:r>
            <w:rPr>
              <w:noProof/>
            </w:rPr>
            <w:fldChar w:fldCharType="end"/>
          </w:r>
        </w:p>
        <w:p w14:paraId="1C7B3A33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3E746F06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49AB3B55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485B6B95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08BD9E3E" w14:textId="31AE52A6" w:rsidR="00CF0EF4" w:rsidRDefault="002B2EBF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2B2EBF">
            <w:rPr>
              <w:b/>
              <w:bCs/>
              <w:noProof/>
            </w:rPr>
            <w:t xml:space="preserve">„Revitalizace trati </w:t>
          </w:r>
          <w:r>
            <w:rPr>
              <w:noProof/>
            </w:rPr>
            <w:t>Chlumec nad Cidlinou – Trutnov“, 0.etapa</w:t>
          </w:r>
          <w:r>
            <w:rPr>
              <w:noProof/>
            </w:rPr>
            <w:fldChar w:fldCharType="end"/>
          </w:r>
        </w:p>
        <w:p w14:paraId="6D6C56A9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70457CB0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34CD7056" w14:textId="77777777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</w:tr>
  </w:tbl>
  <w:p w14:paraId="763B12E2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BA1272" w14:textId="77777777" w:rsidR="00CF0EF4" w:rsidRPr="00B8518B" w:rsidRDefault="00CF0EF4" w:rsidP="00CF0EF4">
    <w:pPr>
      <w:pStyle w:val="Zpat"/>
      <w:rPr>
        <w:sz w:val="2"/>
        <w:szCs w:val="2"/>
      </w:rPr>
    </w:pPr>
  </w:p>
  <w:p w14:paraId="5F628012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60D81884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C2F0EC" w14:textId="77777777" w:rsidR="00BC7CD7" w:rsidRDefault="00BC7CD7" w:rsidP="00962258">
      <w:pPr>
        <w:spacing w:after="0" w:line="240" w:lineRule="auto"/>
      </w:pPr>
      <w:r>
        <w:separator/>
      </w:r>
    </w:p>
  </w:footnote>
  <w:footnote w:type="continuationSeparator" w:id="0">
    <w:p w14:paraId="0CB65399" w14:textId="77777777" w:rsidR="00BC7CD7" w:rsidRDefault="00BC7CD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5ED6FB" w14:textId="77777777" w:rsidR="00C035CA" w:rsidRDefault="00C035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2DAB694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5A8B483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421D7DC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162FDB1" w14:textId="77777777" w:rsidR="0076790E" w:rsidRPr="00D6163D" w:rsidRDefault="0076790E" w:rsidP="00D6163D">
          <w:pPr>
            <w:pStyle w:val="Druhdokumentu"/>
          </w:pPr>
        </w:p>
      </w:tc>
    </w:tr>
  </w:tbl>
  <w:p w14:paraId="23F2E445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52F80C69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F878107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C6DDC56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5A4F0257" wp14:editId="2419BAAB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DAA8D35" w14:textId="77777777" w:rsidR="0076790E" w:rsidRPr="00D6163D" w:rsidRDefault="0076790E" w:rsidP="00FC6389">
          <w:pPr>
            <w:pStyle w:val="Druhdokumentu"/>
          </w:pPr>
        </w:p>
      </w:tc>
    </w:tr>
    <w:tr w:rsidR="0076790E" w14:paraId="5532B053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100F00A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C056594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616D694" w14:textId="77777777" w:rsidR="0076790E" w:rsidRPr="00D6163D" w:rsidRDefault="0076790E" w:rsidP="00FC6389">
          <w:pPr>
            <w:pStyle w:val="Druhdokumentu"/>
          </w:pPr>
        </w:p>
      </w:tc>
    </w:tr>
  </w:tbl>
  <w:p w14:paraId="14A341B6" w14:textId="77777777" w:rsidR="0076790E" w:rsidRPr="00D6163D" w:rsidRDefault="0076790E" w:rsidP="00FC6389">
    <w:pPr>
      <w:pStyle w:val="Zhlav"/>
      <w:rPr>
        <w:sz w:val="8"/>
        <w:szCs w:val="8"/>
      </w:rPr>
    </w:pPr>
  </w:p>
  <w:p w14:paraId="561CA9A0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432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0C6"/>
    <w:rsid w:val="000D22C4"/>
    <w:rsid w:val="000D27D1"/>
    <w:rsid w:val="000E1A7F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37C12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166C"/>
    <w:rsid w:val="002A3B57"/>
    <w:rsid w:val="002B2EBF"/>
    <w:rsid w:val="002B6B58"/>
    <w:rsid w:val="002C31BF"/>
    <w:rsid w:val="002D26A6"/>
    <w:rsid w:val="002D7FD6"/>
    <w:rsid w:val="002E0CD7"/>
    <w:rsid w:val="002E0CFB"/>
    <w:rsid w:val="002E5C7B"/>
    <w:rsid w:val="002F4333"/>
    <w:rsid w:val="00315041"/>
    <w:rsid w:val="003229ED"/>
    <w:rsid w:val="00327EEF"/>
    <w:rsid w:val="0033239F"/>
    <w:rsid w:val="00334918"/>
    <w:rsid w:val="003368B2"/>
    <w:rsid w:val="0034274B"/>
    <w:rsid w:val="0034719F"/>
    <w:rsid w:val="00350A35"/>
    <w:rsid w:val="00352F27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33C2D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905DA"/>
    <w:rsid w:val="005A1F44"/>
    <w:rsid w:val="005B76D4"/>
    <w:rsid w:val="005C58EB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12307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7366C"/>
    <w:rsid w:val="008854E2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57DF0"/>
    <w:rsid w:val="00962258"/>
    <w:rsid w:val="009678B7"/>
    <w:rsid w:val="00983432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35F6C"/>
    <w:rsid w:val="00A4050F"/>
    <w:rsid w:val="00A41C27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2244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B32B7"/>
    <w:rsid w:val="00BC06B4"/>
    <w:rsid w:val="00BC06C4"/>
    <w:rsid w:val="00BC38B5"/>
    <w:rsid w:val="00BC7CD7"/>
    <w:rsid w:val="00BD7E91"/>
    <w:rsid w:val="00BD7F0D"/>
    <w:rsid w:val="00BE6548"/>
    <w:rsid w:val="00C02D0A"/>
    <w:rsid w:val="00C035C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B793C"/>
    <w:rsid w:val="00CC7C8F"/>
    <w:rsid w:val="00CD1FC4"/>
    <w:rsid w:val="00CF0EF4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675"/>
    <w:rsid w:val="00F35939"/>
    <w:rsid w:val="00F45607"/>
    <w:rsid w:val="00F4722B"/>
    <w:rsid w:val="00F54432"/>
    <w:rsid w:val="00F566A1"/>
    <w:rsid w:val="00F659EB"/>
    <w:rsid w:val="00F86BA6"/>
    <w:rsid w:val="00F8788B"/>
    <w:rsid w:val="00F91A15"/>
    <w:rsid w:val="00F96F7E"/>
    <w:rsid w:val="00FB5DE8"/>
    <w:rsid w:val="00FB6342"/>
    <w:rsid w:val="00FC59A9"/>
    <w:rsid w:val="00FC5E5E"/>
    <w:rsid w:val="00FC6389"/>
    <w:rsid w:val="00FC64AE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81A6BD"/>
  <w14:defaultImageDpi w14:val="32767"/>
  <w15:docId w15:val="{1D08C7D4-1248-459D-A813-612E9543E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92244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fdi.cz/soubory/obrazky-clanky/metodiky/2019_5_metodika_mereni.pdf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lk\Documents\_Stavby\_Revitalizace%20trati%20Chlumec%20nad%20Cidlinou%20&#8211;%20Trutnov\06_Realizace\0.etapa\KSP_R(R-F)_VZOR_23071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F46D6DB6D654E84A7EF01EE52961A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5A466B-D51B-463A-B450-DD8B5E0A5327}"/>
      </w:docPartPr>
      <w:docPartBody>
        <w:p w:rsidR="008D4D41" w:rsidRDefault="008D4D41">
          <w:pPr>
            <w:pStyle w:val="2F46D6DB6D654E84A7EF01EE52961AF3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582"/>
    <w:rsid w:val="004A6582"/>
    <w:rsid w:val="008D4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2F46D6DB6D654E84A7EF01EE52961AF3">
    <w:name w:val="2F46D6DB6D654E84A7EF01EE52961AF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33653B-B929-4463-B2A1-085B4E9A3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KSP_R(R-F)_VZOR_230711</Template>
  <TotalTime>7</TotalTime>
  <Pages>6</Pages>
  <Words>2073</Words>
  <Characters>12231</Characters>
  <Application>Microsoft Office Word</Application>
  <DocSecurity>0</DocSecurity>
  <Lines>101</Lines>
  <Paragraphs>28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KSP_230711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14276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KSP_230711</dc:title>
  <dc:creator>Vlk Bronislav, Ing.</dc:creator>
  <cp:lastModifiedBy>Majerová Renáta</cp:lastModifiedBy>
  <cp:revision>3</cp:revision>
  <cp:lastPrinted>2019-03-13T10:28:00Z</cp:lastPrinted>
  <dcterms:created xsi:type="dcterms:W3CDTF">2023-12-18T07:39:00Z</dcterms:created>
  <dcterms:modified xsi:type="dcterms:W3CDTF">2023-12-18T08:24:00Z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